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306D9A">
        <w:t>souboru staveb</w:t>
      </w:r>
    </w:p>
    <w:p w14:paraId="29B14681" w14:textId="333CAF63" w:rsidR="00040096" w:rsidRPr="00ED260D" w:rsidRDefault="00040096" w:rsidP="00040096">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Pr="007D565B">
        <w:rPr>
          <w:rFonts w:asciiTheme="minorHAnsi" w:hAnsiTheme="minorHAnsi"/>
          <w:b/>
          <w:sz w:val="48"/>
          <w:szCs w:val="48"/>
        </w:rPr>
        <w:t>Rekonstrukce přejezdů na trati Ben</w:t>
      </w:r>
      <w:r w:rsidR="006C267D">
        <w:rPr>
          <w:rFonts w:asciiTheme="minorHAnsi" w:hAnsiTheme="minorHAnsi"/>
          <w:b/>
          <w:sz w:val="48"/>
          <w:szCs w:val="48"/>
        </w:rPr>
        <w:t>ešov u Prahy – Trhový Štěpánov</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1261D38B" w14:textId="77777777" w:rsidR="00040096" w:rsidRDefault="00040096" w:rsidP="00040096">
      <w:pPr>
        <w:pStyle w:val="Text2-1"/>
        <w:numPr>
          <w:ilvl w:val="0"/>
          <w:numId w:val="0"/>
        </w:numPr>
        <w:spacing w:after="0"/>
        <w:rPr>
          <w:b/>
          <w:sz w:val="20"/>
          <w:szCs w:val="20"/>
        </w:rPr>
      </w:pPr>
      <w:r>
        <w:rPr>
          <w:b/>
          <w:sz w:val="20"/>
          <w:szCs w:val="20"/>
        </w:rPr>
        <w:t>„</w:t>
      </w:r>
      <w:r w:rsidRPr="007D565B">
        <w:rPr>
          <w:b/>
          <w:sz w:val="20"/>
          <w:szCs w:val="20"/>
        </w:rPr>
        <w:t>Rekonstrukce přejezdu P6029 v km 6,448 trati Benešov u Prahy - Trhový Štěpánov, doplnění závor a rekonstrukce propustku v km 6,436</w:t>
      </w:r>
      <w:r>
        <w:rPr>
          <w:b/>
          <w:sz w:val="20"/>
          <w:szCs w:val="20"/>
        </w:rPr>
        <w:t>“</w:t>
      </w:r>
    </w:p>
    <w:p w14:paraId="4DFD33B1" w14:textId="77777777" w:rsidR="00040096" w:rsidRDefault="00040096" w:rsidP="00040096">
      <w:pPr>
        <w:pStyle w:val="Text2-1"/>
        <w:numPr>
          <w:ilvl w:val="0"/>
          <w:numId w:val="0"/>
        </w:numPr>
        <w:spacing w:after="0"/>
        <w:rPr>
          <w:sz w:val="20"/>
          <w:szCs w:val="20"/>
        </w:rPr>
      </w:pPr>
      <w:r w:rsidRPr="00ED260D">
        <w:rPr>
          <w:sz w:val="20"/>
          <w:szCs w:val="20"/>
        </w:rPr>
        <w:t xml:space="preserve">(dále jen </w:t>
      </w:r>
      <w:r w:rsidRPr="00ED260D">
        <w:rPr>
          <w:b/>
          <w:sz w:val="20"/>
          <w:szCs w:val="20"/>
        </w:rPr>
        <w:t xml:space="preserve">„Stavba </w:t>
      </w:r>
      <w:r>
        <w:rPr>
          <w:b/>
          <w:sz w:val="20"/>
          <w:szCs w:val="20"/>
        </w:rPr>
        <w:t>1</w:t>
      </w:r>
      <w:r w:rsidRPr="00ED260D">
        <w:rPr>
          <w:b/>
          <w:sz w:val="20"/>
          <w:szCs w:val="20"/>
        </w:rPr>
        <w:t>“</w:t>
      </w:r>
      <w:r w:rsidRPr="00ED260D">
        <w:rPr>
          <w:sz w:val="20"/>
          <w:szCs w:val="20"/>
        </w:rPr>
        <w:t>)</w:t>
      </w:r>
    </w:p>
    <w:p w14:paraId="05B4EFFC" w14:textId="77777777" w:rsidR="00040096" w:rsidRPr="00AD5819" w:rsidRDefault="00040096" w:rsidP="00040096">
      <w:pPr>
        <w:pStyle w:val="Text2-1"/>
        <w:numPr>
          <w:ilvl w:val="0"/>
          <w:numId w:val="0"/>
        </w:numPr>
        <w:spacing w:after="0"/>
        <w:rPr>
          <w:b/>
          <w:sz w:val="20"/>
          <w:szCs w:val="20"/>
        </w:rPr>
      </w:pPr>
    </w:p>
    <w:p w14:paraId="0967527E" w14:textId="77777777" w:rsidR="00040096" w:rsidRPr="00AD5819" w:rsidRDefault="00040096" w:rsidP="00040096">
      <w:pPr>
        <w:pStyle w:val="Text2-1"/>
        <w:numPr>
          <w:ilvl w:val="0"/>
          <w:numId w:val="0"/>
        </w:numPr>
        <w:spacing w:after="0"/>
        <w:rPr>
          <w:b/>
          <w:sz w:val="20"/>
          <w:szCs w:val="20"/>
        </w:rPr>
      </w:pPr>
      <w:r>
        <w:rPr>
          <w:b/>
          <w:sz w:val="20"/>
          <w:szCs w:val="20"/>
        </w:rPr>
        <w:t>„</w:t>
      </w:r>
      <w:r w:rsidRPr="007D565B">
        <w:rPr>
          <w:b/>
          <w:sz w:val="20"/>
          <w:szCs w:val="20"/>
        </w:rPr>
        <w:t>Rekonstrukce přejezdu P6031 v km 7,340 trati Benešov u Prahy - Trhový Štěpánov a doplnění závor</w:t>
      </w:r>
      <w:r>
        <w:rPr>
          <w:b/>
          <w:sz w:val="20"/>
          <w:szCs w:val="20"/>
        </w:rPr>
        <w:t>“</w:t>
      </w:r>
    </w:p>
    <w:p w14:paraId="5BD46B3D" w14:textId="77777777" w:rsidR="00040096" w:rsidRDefault="00040096" w:rsidP="00040096">
      <w:pPr>
        <w:pStyle w:val="Text2-1"/>
        <w:numPr>
          <w:ilvl w:val="0"/>
          <w:numId w:val="0"/>
        </w:numPr>
        <w:spacing w:after="0"/>
        <w:rPr>
          <w:sz w:val="20"/>
          <w:szCs w:val="20"/>
        </w:rPr>
      </w:pPr>
      <w:r w:rsidRPr="00ED260D">
        <w:rPr>
          <w:sz w:val="20"/>
          <w:szCs w:val="20"/>
        </w:rPr>
        <w:t xml:space="preserve">(dále jen </w:t>
      </w:r>
      <w:r w:rsidRPr="00ED260D">
        <w:rPr>
          <w:b/>
          <w:sz w:val="20"/>
          <w:szCs w:val="20"/>
        </w:rPr>
        <w:t xml:space="preserve">„Stavba </w:t>
      </w:r>
      <w:r>
        <w:rPr>
          <w:b/>
          <w:sz w:val="20"/>
          <w:szCs w:val="20"/>
        </w:rPr>
        <w:t>2</w:t>
      </w:r>
      <w:r w:rsidRPr="00ED260D">
        <w:rPr>
          <w:b/>
          <w:sz w:val="20"/>
          <w:szCs w:val="20"/>
        </w:rPr>
        <w:t>“</w:t>
      </w:r>
      <w:r w:rsidRPr="00ED260D">
        <w:rPr>
          <w:sz w:val="20"/>
          <w:szCs w:val="20"/>
        </w:rPr>
        <w:t>)</w:t>
      </w:r>
    </w:p>
    <w:p w14:paraId="7F22D73A" w14:textId="77777777" w:rsidR="00040096" w:rsidRDefault="00040096" w:rsidP="00040096">
      <w:pPr>
        <w:pStyle w:val="Text2-1"/>
        <w:numPr>
          <w:ilvl w:val="0"/>
          <w:numId w:val="0"/>
        </w:numPr>
        <w:spacing w:after="0"/>
        <w:rPr>
          <w:b/>
          <w:sz w:val="20"/>
          <w:szCs w:val="20"/>
        </w:rPr>
      </w:pPr>
    </w:p>
    <w:p w14:paraId="76A7C4A0" w14:textId="77777777" w:rsidR="00040096" w:rsidRPr="00AD5819" w:rsidRDefault="00040096" w:rsidP="00040096">
      <w:pPr>
        <w:pStyle w:val="Text2-1"/>
        <w:numPr>
          <w:ilvl w:val="0"/>
          <w:numId w:val="0"/>
        </w:numPr>
        <w:spacing w:after="0"/>
        <w:rPr>
          <w:b/>
          <w:sz w:val="20"/>
          <w:szCs w:val="20"/>
        </w:rPr>
      </w:pPr>
      <w:r>
        <w:rPr>
          <w:b/>
          <w:sz w:val="20"/>
          <w:szCs w:val="20"/>
        </w:rPr>
        <w:t>„</w:t>
      </w:r>
      <w:r w:rsidRPr="007D565B">
        <w:rPr>
          <w:b/>
          <w:sz w:val="20"/>
          <w:szCs w:val="20"/>
        </w:rPr>
        <w:t>Rekonstrukce a výstavba PZS na přejezdech P6061 (km 28,920) a P6062 (km 29,251) na trati Benešov u Prahy - Trhový Štěpánov</w:t>
      </w:r>
      <w:r>
        <w:rPr>
          <w:b/>
          <w:sz w:val="20"/>
          <w:szCs w:val="20"/>
        </w:rPr>
        <w:t>“</w:t>
      </w:r>
    </w:p>
    <w:p w14:paraId="1D2F385F" w14:textId="77777777" w:rsidR="00040096" w:rsidRDefault="00040096" w:rsidP="00040096">
      <w:pPr>
        <w:pStyle w:val="Text2-1"/>
        <w:numPr>
          <w:ilvl w:val="0"/>
          <w:numId w:val="0"/>
        </w:numPr>
        <w:spacing w:after="0"/>
        <w:rPr>
          <w:sz w:val="20"/>
          <w:szCs w:val="20"/>
        </w:rPr>
      </w:pPr>
      <w:r w:rsidRPr="00ED260D">
        <w:rPr>
          <w:sz w:val="20"/>
          <w:szCs w:val="20"/>
        </w:rPr>
        <w:t xml:space="preserve">(dále jen </w:t>
      </w:r>
      <w:r w:rsidRPr="00ED260D">
        <w:rPr>
          <w:b/>
          <w:sz w:val="20"/>
          <w:szCs w:val="20"/>
        </w:rPr>
        <w:t xml:space="preserve">„Stavba </w:t>
      </w:r>
      <w:r>
        <w:rPr>
          <w:b/>
          <w:sz w:val="20"/>
          <w:szCs w:val="20"/>
        </w:rPr>
        <w:t>3</w:t>
      </w:r>
      <w:r w:rsidRPr="00ED260D">
        <w:rPr>
          <w:b/>
          <w:sz w:val="20"/>
          <w:szCs w:val="20"/>
        </w:rPr>
        <w:t>“</w:t>
      </w:r>
      <w:r w:rsidRPr="00ED260D">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040096" w:rsidRDefault="00F422D3" w:rsidP="00B42F40">
      <w:pPr>
        <w:pStyle w:val="Textbezodsazen"/>
        <w:spacing w:after="0"/>
      </w:pPr>
      <w:r>
        <w:t xml:space="preserve">zastoupena: </w:t>
      </w:r>
      <w:r w:rsidRPr="00040096">
        <w:t xml:space="preserve">Ing. Mojmírem Nejezchlebem, náměstkem GŘ pro modernizaci dráhy </w:t>
      </w:r>
    </w:p>
    <w:p w14:paraId="694A2696" w14:textId="77777777" w:rsidR="00F422D3" w:rsidRDefault="00F422D3" w:rsidP="00B42F40">
      <w:pPr>
        <w:pStyle w:val="Textbezodsazen"/>
      </w:pPr>
      <w:r w:rsidRPr="00040096">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3943EC70" w14:textId="77777777" w:rsidR="00040096" w:rsidRDefault="00040096" w:rsidP="00040096">
      <w:pPr>
        <w:pStyle w:val="Textbezodsazen"/>
        <w:spacing w:after="0"/>
      </w:pPr>
      <w:r>
        <w:t xml:space="preserve">ISPROFIN / ISPROFOND Stavba 1: </w:t>
      </w:r>
      <w:r w:rsidRPr="007D565B">
        <w:t>3273514800 / 5213530061</w:t>
      </w:r>
    </w:p>
    <w:p w14:paraId="7DD255FB" w14:textId="77777777" w:rsidR="00040096" w:rsidRDefault="00040096" w:rsidP="00040096">
      <w:pPr>
        <w:pStyle w:val="Textbezodsazen"/>
        <w:spacing w:after="0"/>
      </w:pPr>
      <w:r>
        <w:t xml:space="preserve">ISPROFIN / ISPROFOND Stavba 2: </w:t>
      </w:r>
      <w:r w:rsidRPr="007D565B">
        <w:t>3273514800 / 5213530062</w:t>
      </w:r>
    </w:p>
    <w:p w14:paraId="09398176" w14:textId="77777777" w:rsidR="00040096" w:rsidRDefault="00040096" w:rsidP="00040096">
      <w:pPr>
        <w:pStyle w:val="Textbezodsazen"/>
        <w:spacing w:after="0"/>
      </w:pPr>
      <w:r>
        <w:t xml:space="preserve">ISPROFIN / ISPROFOND Stavba 3: </w:t>
      </w:r>
      <w:r w:rsidRPr="007D565B">
        <w:t>3273514800 / 5213530078</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lastRenderedPageBreak/>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131D4928"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w:t>
      </w:r>
      <w:r w:rsidR="00040096">
        <w:t xml:space="preserve">číslem </w:t>
      </w:r>
      <w:r w:rsidR="00040096" w:rsidRPr="00040096">
        <w:rPr>
          <w:b/>
        </w:rPr>
        <w:t>61821042</w:t>
      </w:r>
      <w:r w:rsidR="00167830">
        <w:t xml:space="preserve"> </w:t>
      </w:r>
      <w:r>
        <w:t>svůj úmysl zadat veřejnou zakázku</w:t>
      </w:r>
      <w:r w:rsidR="00A349C6">
        <w:t xml:space="preserve"> </w:t>
      </w:r>
      <w:r w:rsidR="002100BF">
        <w:t xml:space="preserve">na zhotovení projektové dokumentace a souboru </w:t>
      </w:r>
      <w:r w:rsidR="00040096">
        <w:t xml:space="preserve">staveb </w:t>
      </w:r>
      <w:r w:rsidR="00040096" w:rsidRPr="00040096">
        <w:rPr>
          <w:b/>
        </w:rPr>
        <w:t>„Rekonstrukce</w:t>
      </w:r>
      <w:r w:rsidR="00040096" w:rsidRPr="007D565B">
        <w:rPr>
          <w:b/>
        </w:rPr>
        <w:t xml:space="preserve"> přejezdů na trati Ben</w:t>
      </w:r>
      <w:r w:rsidR="00040096">
        <w:rPr>
          <w:b/>
        </w:rPr>
        <w:t xml:space="preserve">ešov u Prahy – Trhový Štěpánov </w:t>
      </w:r>
      <w:r w:rsidR="00040096" w:rsidRPr="00560834">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lastRenderedPageBreak/>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rsidRPr="00040096">
        <w:rPr>
          <w:b/>
        </w:rPr>
        <w:t xml:space="preserve">Cena Díla </w:t>
      </w:r>
      <w:r w:rsidR="00306D9A" w:rsidRPr="00040096">
        <w:rPr>
          <w:b/>
        </w:rPr>
        <w:t xml:space="preserve">souboru staveb </w:t>
      </w:r>
      <w:r w:rsidRPr="00040096">
        <w:rPr>
          <w:b/>
        </w:rPr>
        <w:t>bez DPH:</w:t>
      </w:r>
      <w:r>
        <w:t xml:space="preserve">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Pr="00040096" w:rsidRDefault="00306D9A" w:rsidP="00306D9A">
      <w:pPr>
        <w:pStyle w:val="Textbezslovn"/>
        <w:spacing w:after="0"/>
        <w:rPr>
          <w:b/>
        </w:rPr>
      </w:pPr>
      <w:r w:rsidRPr="00040096">
        <w:rPr>
          <w:b/>
        </w:rPr>
        <w:t xml:space="preserve">Cena Díla stavby 1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Pr="00040096" w:rsidRDefault="00306D9A" w:rsidP="00306D9A">
      <w:pPr>
        <w:pStyle w:val="Textbezslovn"/>
        <w:spacing w:after="0"/>
        <w:rPr>
          <w:b/>
        </w:rPr>
      </w:pPr>
      <w:r w:rsidRPr="00040096">
        <w:rPr>
          <w:b/>
        </w:rPr>
        <w:t xml:space="preserve">Cena Díla stavby 2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Pr="00040096" w:rsidRDefault="00524072" w:rsidP="00524072">
      <w:pPr>
        <w:pStyle w:val="Textbezslovn"/>
        <w:spacing w:after="0"/>
        <w:rPr>
          <w:b/>
        </w:rPr>
      </w:pPr>
      <w:r w:rsidRPr="00040096">
        <w:rPr>
          <w:b/>
        </w:rPr>
        <w:t xml:space="preserve">Cena Díla stavby 3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lastRenderedPageBreak/>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651AF242" w:rsidR="008911C8" w:rsidRPr="006C267D" w:rsidRDefault="008911C8" w:rsidP="008911C8">
      <w:pPr>
        <w:pStyle w:val="Textbezslovn"/>
      </w:pPr>
      <w:r w:rsidRPr="002C72AF">
        <w:t xml:space="preserve">Celková lhůta pro provedení Díla činí </w:t>
      </w:r>
      <w:r w:rsidRPr="006C267D">
        <w:t xml:space="preserve">celkem </w:t>
      </w:r>
      <w:r w:rsidR="00EE7D1A" w:rsidRPr="006C267D">
        <w:rPr>
          <w:rStyle w:val="Tun"/>
        </w:rPr>
        <w:t>1</w:t>
      </w:r>
      <w:r w:rsidR="00040096" w:rsidRPr="006C267D">
        <w:rPr>
          <w:rStyle w:val="Tun"/>
        </w:rPr>
        <w:t>6</w:t>
      </w:r>
      <w:r w:rsidRPr="006C267D">
        <w:rPr>
          <w:rStyle w:val="Tun"/>
        </w:rPr>
        <w:t xml:space="preserve"> měsíců</w:t>
      </w:r>
      <w:r w:rsidRPr="006C267D">
        <w:t xml:space="preserve"> od nabytí účinnosti Smlouvy (dokladem prokazujícím, že Zhotovitel dokončil celé Dílo, je Předávací protokol dle odst. 10.4 Obchodních podmínek).</w:t>
      </w:r>
    </w:p>
    <w:p w14:paraId="07D07163" w14:textId="065A0049" w:rsidR="008911C8" w:rsidRPr="006C267D" w:rsidRDefault="008911C8" w:rsidP="008911C8">
      <w:pPr>
        <w:pStyle w:val="Textbezslovn"/>
      </w:pPr>
      <w:r w:rsidRPr="006C267D">
        <w:t>Zpracování a p</w:t>
      </w:r>
      <w:r w:rsidR="00EE7D1A" w:rsidRPr="006C267D">
        <w:t>ředání dílčí části Projektových dokumentací</w:t>
      </w:r>
      <w:r w:rsidRPr="006C267D">
        <w:t xml:space="preserve"> v rozsahu Přílohy č. 3 vyhlášky č.146/2008 Sb. </w:t>
      </w:r>
      <w:r w:rsidR="00EE7D1A" w:rsidRPr="006C267D">
        <w:t>k připomínkám</w:t>
      </w:r>
      <w:r w:rsidRPr="006C267D">
        <w:t xml:space="preserve"> bude provedeno do </w:t>
      </w:r>
      <w:r w:rsidR="00040096" w:rsidRPr="006C267D">
        <w:rPr>
          <w:b/>
        </w:rPr>
        <w:t>3</w:t>
      </w:r>
      <w:r w:rsidRPr="006C267D">
        <w:rPr>
          <w:rStyle w:val="Tun"/>
          <w:b w:val="0"/>
        </w:rPr>
        <w:t> </w:t>
      </w:r>
      <w:r w:rsidRPr="006C267D">
        <w:rPr>
          <w:rStyle w:val="Tun"/>
        </w:rPr>
        <w:t>měsíců</w:t>
      </w:r>
      <w:r w:rsidRPr="006C267D">
        <w:t xml:space="preserve"> ode dne nabytí účinnosti Smlouvy.</w:t>
      </w:r>
      <w:r w:rsidR="00EE7D1A" w:rsidRPr="006C267D">
        <w:t xml:space="preserve"> Fakturace bude ve výši do 40 % ceny dokumentací DSP a PDPS.</w:t>
      </w:r>
    </w:p>
    <w:p w14:paraId="629A995C" w14:textId="77777777" w:rsidR="00EC3BEE" w:rsidRPr="006C267D" w:rsidRDefault="00EC3BEE" w:rsidP="005A03A3">
      <w:pPr>
        <w:pStyle w:val="TPText-3neslovan"/>
        <w:ind w:left="709"/>
        <w:rPr>
          <w:rFonts w:asciiTheme="majorHAnsi" w:hAnsiTheme="majorHAnsi"/>
          <w:sz w:val="18"/>
          <w:szCs w:val="18"/>
        </w:rPr>
      </w:pPr>
      <w:r w:rsidRPr="006C267D">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6C267D">
        <w:rPr>
          <w:rFonts w:asciiTheme="majorHAnsi" w:hAnsiTheme="majorHAnsi"/>
          <w:b/>
          <w:sz w:val="18"/>
          <w:szCs w:val="18"/>
        </w:rPr>
        <w:t>6</w:t>
      </w:r>
      <w:r w:rsidRPr="006C267D">
        <w:rPr>
          <w:rStyle w:val="Tun"/>
          <w:rFonts w:asciiTheme="majorHAnsi" w:hAnsiTheme="majorHAnsi"/>
          <w:b w:val="0"/>
          <w:sz w:val="18"/>
          <w:szCs w:val="18"/>
        </w:rPr>
        <w:t xml:space="preserve"> </w:t>
      </w:r>
      <w:r w:rsidRPr="006C267D">
        <w:rPr>
          <w:rStyle w:val="Tun"/>
          <w:rFonts w:asciiTheme="majorHAnsi" w:hAnsiTheme="majorHAnsi"/>
          <w:sz w:val="18"/>
          <w:szCs w:val="18"/>
        </w:rPr>
        <w:t>měsíců</w:t>
      </w:r>
      <w:r w:rsidRPr="006C267D">
        <w:rPr>
          <w:rFonts w:asciiTheme="majorHAnsi" w:hAnsiTheme="majorHAnsi"/>
          <w:sz w:val="18"/>
          <w:szCs w:val="18"/>
        </w:rPr>
        <w:t xml:space="preserve"> ode dne nabytí účinnosti Smlouvy</w:t>
      </w:r>
      <w:r w:rsidR="005A03A3" w:rsidRPr="006C267D">
        <w:rPr>
          <w:rFonts w:asciiTheme="majorHAnsi" w:hAnsiTheme="majorHAnsi"/>
          <w:sz w:val="18"/>
          <w:szCs w:val="18"/>
        </w:rPr>
        <w:t>.</w:t>
      </w:r>
    </w:p>
    <w:p w14:paraId="5FFA59AD" w14:textId="77777777" w:rsidR="00EC3BEE" w:rsidRPr="006C267D" w:rsidRDefault="00EC3BEE" w:rsidP="00EC3BEE">
      <w:pPr>
        <w:pStyle w:val="TPText-3neslovan"/>
        <w:ind w:left="709"/>
        <w:jc w:val="left"/>
        <w:rPr>
          <w:rFonts w:asciiTheme="majorHAnsi" w:hAnsiTheme="majorHAnsi"/>
          <w:szCs w:val="19"/>
        </w:rPr>
      </w:pPr>
    </w:p>
    <w:p w14:paraId="224F3A56" w14:textId="77777777" w:rsidR="00E05BE0" w:rsidRPr="006C267D" w:rsidRDefault="00E05BE0" w:rsidP="008911C8">
      <w:pPr>
        <w:pStyle w:val="Textbezslovn"/>
      </w:pPr>
      <w:r w:rsidRPr="006C267D">
        <w:t>Zpracování a předání dílčích částí Projektových dokumentací v rozsahu Přílohy č. 3 vyhlášky č.146/2008 Sb. se zapracovanými připomínkami a zajištění stavebního povolení v právní moci</w:t>
      </w:r>
      <w:r w:rsidR="00EC3BEE" w:rsidRPr="006C267D">
        <w:t xml:space="preserve"> včetně dokumentace pro provádění stavby </w:t>
      </w:r>
      <w:r w:rsidRPr="006C267D">
        <w:t xml:space="preserve">bude provedeno do </w:t>
      </w:r>
      <w:r w:rsidRPr="006C267D">
        <w:rPr>
          <w:rStyle w:val="Tun"/>
        </w:rPr>
        <w:t>9 měsíců</w:t>
      </w:r>
      <w:r w:rsidRPr="006C267D">
        <w:t xml:space="preserve"> ode dne nabytí účinnosti Smlouvy. Fakturace bude ve výši do 60 % ceny dokumentací DSP a PDPS.</w:t>
      </w:r>
    </w:p>
    <w:p w14:paraId="547DABB7" w14:textId="34E4D810" w:rsidR="008911C8" w:rsidRPr="006C267D" w:rsidRDefault="008911C8" w:rsidP="00CB2DC6">
      <w:pPr>
        <w:pStyle w:val="Textbezslovn"/>
      </w:pPr>
      <w:r w:rsidRPr="006C267D">
        <w:t>Lhůta pro dokončení prací (dílčí části Projektové dokumentace v rozsahu projektové dokumentace pro stavební povolení a přílohy č. 4 vyhlášky č.</w:t>
      </w:r>
      <w:r w:rsidR="00CB2DC6" w:rsidRPr="006C267D">
        <w:t> </w:t>
      </w:r>
      <w:r w:rsidRPr="006C267D">
        <w:t>146/2008 Sb. a</w:t>
      </w:r>
      <w:r w:rsidR="00CB2DC6" w:rsidRPr="006C267D">
        <w:t> </w:t>
      </w:r>
      <w:r w:rsidRPr="006C267D">
        <w:t xml:space="preserve">stavebních prací) činí celkem </w:t>
      </w:r>
      <w:r w:rsidR="00E05BE0" w:rsidRPr="006C267D">
        <w:rPr>
          <w:rStyle w:val="Tun"/>
        </w:rPr>
        <w:t>1</w:t>
      </w:r>
      <w:r w:rsidR="00040096" w:rsidRPr="006C267D">
        <w:rPr>
          <w:rStyle w:val="Tun"/>
        </w:rPr>
        <w:t>3</w:t>
      </w:r>
      <w:r w:rsidRPr="006C267D">
        <w:rPr>
          <w:rStyle w:val="Tun"/>
        </w:rPr>
        <w:t xml:space="preserve"> měsíců</w:t>
      </w:r>
      <w:r w:rsidRPr="006C267D">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6C267D">
        <w:t xml:space="preserve">Předání posouzení interoperability, včetně zajištění všech souvisejících dokladů, podle </w:t>
      </w:r>
      <w:proofErr w:type="spellStart"/>
      <w:r w:rsidRPr="006C267D">
        <w:t>ust</w:t>
      </w:r>
      <w:proofErr w:type="spellEnd"/>
      <w:r w:rsidRPr="006C267D">
        <w:t>. § 49b zákona 266/1994 Sb. ve znění pozdějších předpisů, předání osvědčení o</w:t>
      </w:r>
      <w:r w:rsidR="00CB2DC6" w:rsidRPr="006C267D">
        <w:t> </w:t>
      </w:r>
      <w:r w:rsidRPr="006C267D">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6C267D">
        <w:t> </w:t>
      </w:r>
      <w:r w:rsidRPr="006C267D">
        <w:t xml:space="preserve">kompletní technické části dokumentace skutečného provedení stavby bude provedeno nejpozději do </w:t>
      </w:r>
      <w:r w:rsidR="00E05BE0" w:rsidRPr="006C267D">
        <w:rPr>
          <w:b/>
        </w:rPr>
        <w:t>3</w:t>
      </w:r>
      <w:r w:rsidRPr="006C267D">
        <w:rPr>
          <w:rStyle w:val="Tun"/>
        </w:rPr>
        <w:t xml:space="preserve"> měsíců</w:t>
      </w:r>
      <w:r w:rsidRPr="006C267D">
        <w:t xml:space="preserve"> ode dne podpisu posledního Zápisu o předání a</w:t>
      </w:r>
      <w:r w:rsidRPr="007742FA">
        <w:t xml:space="preserve">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lastRenderedPageBreak/>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Objednatel oznámí Zhotoviteli požadavek na provedení exkurze minimálně 45 dní před požadovaným termínem konání exkurze. Zhotovitel nejméně 30 dní před Objednatelem požadovaným termínem konání exkurze potvrdí možnost </w:t>
      </w:r>
      <w:r w:rsidRPr="00022305">
        <w:rPr>
          <w:rFonts w:eastAsia="Times New Roman" w:cs="Times New Roman"/>
          <w:sz w:val="18"/>
          <w:szCs w:val="18"/>
        </w:rPr>
        <w:lastRenderedPageBreak/>
        <w:t>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1683666A" w14:textId="692953FE" w:rsidR="00DD0BE3" w:rsidRPr="007573F3" w:rsidRDefault="007D26F9" w:rsidP="00040096">
      <w:pPr>
        <w:pStyle w:val="Text1-1"/>
        <w:rPr>
          <w:color w:val="000000" w:themeColor="text1"/>
        </w:rPr>
      </w:pPr>
      <w:r w:rsidRPr="007573F3">
        <w:rPr>
          <w:color w:val="000000" w:themeColor="text1"/>
        </w:rPr>
        <w:t>Tut</w:t>
      </w:r>
      <w:r w:rsidR="007573F3" w:rsidRPr="007573F3">
        <w:rPr>
          <w:color w:val="000000" w:themeColor="text1"/>
        </w:rPr>
        <w:t>o</w:t>
      </w:r>
      <w:r w:rsidR="00040096" w:rsidRPr="007573F3">
        <w:rPr>
          <w:color w:val="000000" w:themeColor="text1"/>
        </w:rPr>
        <w:t xml:space="preserve"> </w:t>
      </w:r>
      <w:r w:rsidR="00DD0BE3" w:rsidRPr="007573F3">
        <w:rPr>
          <w:color w:val="000000" w:themeColor="text1"/>
        </w:rPr>
        <w:t>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lastRenderedPageBreak/>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24C95B8B" w:rsidR="00C63605" w:rsidRPr="007573F3" w:rsidRDefault="007D26F9" w:rsidP="007573F3">
      <w:pPr>
        <w:pStyle w:val="Text1-1"/>
      </w:pPr>
      <w:r>
        <w:t xml:space="preserve">Tato </w:t>
      </w:r>
      <w:r w:rsidR="00C63605" w:rsidRPr="007573F3">
        <w:t xml:space="preserve">Smlouva je vyhotovena ve </w:t>
      </w:r>
      <w:r w:rsidR="00C63605" w:rsidRPr="007573F3">
        <w:rPr>
          <w:highlight w:val="yellow"/>
        </w:rPr>
        <w:t xml:space="preserve">"[VLOŽÍ ZHOTOVITEL]" </w:t>
      </w:r>
      <w:r w:rsidR="00C63605" w:rsidRPr="007573F3">
        <w:t xml:space="preserve">vyhotoveních, z nichž Objednatel obdrží </w:t>
      </w:r>
      <w:r w:rsidR="00904902" w:rsidRPr="007573F3">
        <w:t>pět</w:t>
      </w:r>
      <w:r w:rsidR="00C63605" w:rsidRPr="007573F3">
        <w:t xml:space="preserve"> vyhotovení a Zhotovitel obdrží </w:t>
      </w:r>
      <w:r w:rsidR="00C63605" w:rsidRPr="007573F3">
        <w:rPr>
          <w:highlight w:val="yellow"/>
        </w:rPr>
        <w:t xml:space="preserve">"[VLOŽÍ ZHOTOVITEL]" </w:t>
      </w:r>
      <w:r w:rsidR="00C63605" w:rsidRPr="007573F3">
        <w:t>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7573F3">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7573F3">
        <w:t>náměstek GŘ pro modernizac</w:t>
      </w:r>
      <w:r w:rsidR="0057465D" w:rsidRPr="007573F3">
        <w:t>i</w:t>
      </w:r>
      <w:r w:rsidRPr="007573F3">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7573F3">
        <w:t>Správa</w:t>
      </w:r>
      <w:r w:rsidR="003149C0" w:rsidRPr="007573F3">
        <w:t xml:space="preserve"> železnic</w:t>
      </w:r>
      <w:r w:rsidRPr="007573F3">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00D0A9CC" w14:textId="77777777" w:rsidR="007573F3" w:rsidRDefault="007573F3" w:rsidP="007573F3">
      <w:pPr>
        <w:pStyle w:val="Textbezodsazen"/>
      </w:pPr>
      <w:r>
        <w:t>Zjednodušená dokumentace „</w:t>
      </w:r>
      <w:r w:rsidRPr="007D565B">
        <w:t>Rekonstrukce přejezdu P6029 v km 6,448 trati Benešov u Prahy - Trhový Štěpánov, doplnění závor a rekonstrukce propustku v km 6,436</w:t>
      </w:r>
      <w:r>
        <w:t>“</w:t>
      </w:r>
    </w:p>
    <w:p w14:paraId="600EAF61" w14:textId="77777777" w:rsidR="007573F3" w:rsidRDefault="007573F3" w:rsidP="007573F3">
      <w:pPr>
        <w:pStyle w:val="Textbezodsazen"/>
      </w:pPr>
      <w:r>
        <w:t>Zjednodušená dokumentace „</w:t>
      </w:r>
      <w:r w:rsidRPr="007D565B">
        <w:t>Rekonstrukce přejezdu P6031 v km 7,340 trati Benešov u Prahy - Trhový Štěpánov a doplnění závor</w:t>
      </w:r>
      <w:r>
        <w:t>“</w:t>
      </w:r>
    </w:p>
    <w:p w14:paraId="2E6B05E4" w14:textId="77777777" w:rsidR="007573F3" w:rsidRDefault="007573F3" w:rsidP="007573F3">
      <w:pPr>
        <w:pStyle w:val="Textbezodsazen"/>
      </w:pPr>
      <w:r>
        <w:t>Zjednodušená dokumentace „</w:t>
      </w:r>
      <w:r w:rsidRPr="007D565B">
        <w:t>Rekonstrukce a výstavba PZS na přejezdech P6061 (km 28,920) a P6062 (km 29,251) na trati Benešov u Prahy - Trhový Štěpánov</w:t>
      </w:r>
      <w:r>
        <w: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6241D8AD"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w:t>
      </w:r>
      <w:r w:rsidRPr="0012359A">
        <w:rPr>
          <w:sz w:val="18"/>
          <w:szCs w:val="18"/>
        </w:rPr>
        <w:t xml:space="preserve">Stavby </w:t>
      </w:r>
      <w:r w:rsidR="0012359A" w:rsidRPr="0012359A">
        <w:rPr>
          <w:sz w:val="18"/>
          <w:szCs w:val="18"/>
        </w:rPr>
        <w:t xml:space="preserve">(předpoklad </w:t>
      </w:r>
      <w:r w:rsidR="006C267D" w:rsidRPr="0012359A">
        <w:rPr>
          <w:sz w:val="18"/>
          <w:szCs w:val="18"/>
        </w:rPr>
        <w:t>4</w:t>
      </w:r>
      <w:r w:rsidRPr="0012359A">
        <w:rPr>
          <w:sz w:val="18"/>
          <w:szCs w:val="18"/>
        </w:rPr>
        <w:t xml:space="preserve"> měsí</w:t>
      </w:r>
      <w:r w:rsidR="0012359A" w:rsidRPr="0012359A">
        <w:rPr>
          <w:sz w:val="18"/>
          <w:szCs w:val="18"/>
        </w:rPr>
        <w:t>ce</w:t>
      </w:r>
      <w:r w:rsidRPr="0012359A">
        <w:rPr>
          <w:sz w:val="18"/>
          <w:szCs w:val="18"/>
        </w:rPr>
        <w:t>) v</w:t>
      </w:r>
      <w:r w:rsidRPr="006A698D">
        <w:rPr>
          <w:sz w:val="18"/>
          <w:szCs w:val="18"/>
        </w:rPr>
        <w:t xml:space="preserve">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315EE174" w14:textId="77777777" w:rsidR="0031578F" w:rsidRPr="0024026C" w:rsidRDefault="0031578F" w:rsidP="0031578F">
      <w:pPr>
        <w:keepNext/>
        <w:spacing w:before="200" w:after="120" w:line="264" w:lineRule="auto"/>
        <w:rPr>
          <w:b/>
          <w:u w:val="single"/>
        </w:rPr>
      </w:pPr>
      <w:r w:rsidRPr="0024026C">
        <w:rPr>
          <w:b/>
          <w:u w:val="single"/>
        </w:rPr>
        <w:t>Ceny D</w:t>
      </w:r>
      <w:r>
        <w:rPr>
          <w:b/>
          <w:u w:val="single"/>
        </w:rPr>
        <w:t>íla – Rekapitulace – celkem za S</w:t>
      </w:r>
      <w:r w:rsidRPr="0024026C">
        <w:rPr>
          <w:b/>
          <w:u w:val="single"/>
        </w:rPr>
        <w:t xml:space="preserve">tavbu 1 </w:t>
      </w:r>
      <w:r w:rsidRPr="005554F3">
        <w:rPr>
          <w:b/>
          <w:u w:val="single"/>
        </w:rPr>
        <w:t>„</w:t>
      </w:r>
      <w:r w:rsidRPr="007D565B">
        <w:rPr>
          <w:b/>
          <w:u w:val="single"/>
        </w:rPr>
        <w:t>Rekonstrukce přejezdu P6029 v km 6,448 trati Benešov u Prahy - Tr</w:t>
      </w:r>
      <w:r>
        <w:rPr>
          <w:b/>
          <w:u w:val="single"/>
        </w:rPr>
        <w:t>hový Štěpánov, doplnění závor a </w:t>
      </w:r>
      <w:r w:rsidRPr="007D565B">
        <w:rPr>
          <w:b/>
          <w:u w:val="single"/>
        </w:rPr>
        <w:t>rekonstrukce propustku v km 6,436</w:t>
      </w:r>
      <w:r w:rsidRPr="005554F3">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4AC9761F" w14:textId="77777777" w:rsidR="0031578F" w:rsidRPr="0024026C" w:rsidRDefault="0031578F" w:rsidP="0031578F">
      <w:pPr>
        <w:keepNext/>
        <w:spacing w:before="200" w:after="120" w:line="264" w:lineRule="auto"/>
        <w:rPr>
          <w:b/>
          <w:u w:val="single"/>
        </w:rPr>
      </w:pPr>
      <w:r w:rsidRPr="0024026C">
        <w:rPr>
          <w:b/>
          <w:u w:val="single"/>
        </w:rPr>
        <w:t xml:space="preserve">Ceny Díla – Rekapitulace – celkem za stavbu </w:t>
      </w:r>
      <w:r>
        <w:rPr>
          <w:b/>
          <w:u w:val="single"/>
        </w:rPr>
        <w:t>2</w:t>
      </w:r>
      <w:r w:rsidRPr="0024026C">
        <w:rPr>
          <w:b/>
          <w:u w:val="single"/>
        </w:rPr>
        <w:t xml:space="preserve"> </w:t>
      </w:r>
      <w:r w:rsidRPr="005554F3">
        <w:rPr>
          <w:b/>
          <w:u w:val="single"/>
        </w:rPr>
        <w:t>„</w:t>
      </w:r>
      <w:r w:rsidRPr="007D565B">
        <w:rPr>
          <w:b/>
          <w:u w:val="single"/>
        </w:rPr>
        <w:t>Rekonstrukce přejezdu P6031 v km 7,340 trati Benešov u Prahy - Trhový Štěpánov a doplnění závor</w:t>
      </w:r>
      <w:r w:rsidRPr="005554F3">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402A15E9" w14:textId="77777777" w:rsidR="0031578F" w:rsidRDefault="0031578F" w:rsidP="0031578F">
      <w:pPr>
        <w:keepNext/>
        <w:spacing w:before="200" w:after="120" w:line="264" w:lineRule="auto"/>
        <w:rPr>
          <w:b/>
          <w:u w:val="single"/>
        </w:rPr>
      </w:pPr>
    </w:p>
    <w:p w14:paraId="3BA62A9B" w14:textId="1503719B" w:rsidR="0031578F" w:rsidRPr="0024026C" w:rsidRDefault="0031578F" w:rsidP="0031578F">
      <w:pPr>
        <w:keepNext/>
        <w:spacing w:before="200" w:after="120" w:line="264" w:lineRule="auto"/>
        <w:rPr>
          <w:b/>
          <w:u w:val="single"/>
        </w:rPr>
      </w:pPr>
      <w:r w:rsidRPr="0024026C">
        <w:rPr>
          <w:b/>
          <w:u w:val="single"/>
        </w:rPr>
        <w:t xml:space="preserve">Ceny Díla – Rekapitulace – celkem za stavbu </w:t>
      </w:r>
      <w:r>
        <w:rPr>
          <w:b/>
          <w:u w:val="single"/>
        </w:rPr>
        <w:t>3</w:t>
      </w:r>
      <w:r w:rsidRPr="0024026C">
        <w:rPr>
          <w:b/>
          <w:u w:val="single"/>
        </w:rPr>
        <w:t xml:space="preserve"> </w:t>
      </w:r>
      <w:r w:rsidRPr="005554F3">
        <w:rPr>
          <w:b/>
          <w:u w:val="single"/>
        </w:rPr>
        <w:t>„</w:t>
      </w:r>
      <w:r w:rsidRPr="007D565B">
        <w:rPr>
          <w:b/>
          <w:u w:val="single"/>
        </w:rPr>
        <w:t>Rekonstrukce a výstavba PZS na přejezdech P6061 (km 28,920) a P6062</w:t>
      </w:r>
      <w:r>
        <w:rPr>
          <w:b/>
          <w:u w:val="single"/>
        </w:rPr>
        <w:t xml:space="preserve"> (km 29,251) na trati Benešov u </w:t>
      </w:r>
      <w:r w:rsidRPr="007D565B">
        <w:rPr>
          <w:b/>
          <w:u w:val="single"/>
        </w:rPr>
        <w:t>Prahy - Trhový Štěpánov</w:t>
      </w:r>
      <w:r w:rsidRPr="005554F3">
        <w:rPr>
          <w:b/>
          <w:u w:val="single"/>
        </w:rPr>
        <w:t>“</w:t>
      </w: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34D8ED01" w:rsidR="007742FA" w:rsidRPr="00DC37EC" w:rsidRDefault="0031578F"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t>Ing. Josef Křemen</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3E8ED885" w:rsidR="007742FA" w:rsidRPr="00DC37EC" w:rsidRDefault="0031578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7A01">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17089D31" w:rsidR="007742FA" w:rsidRPr="00DC37EC" w:rsidRDefault="0031578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KremenJo</w:t>
            </w:r>
            <w:r w:rsidRPr="00517A01">
              <w:t>@spravazeleznic.cz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31EFA74C" w:rsidR="007742FA" w:rsidRPr="00DC37EC" w:rsidRDefault="0031578F" w:rsidP="007742FA">
            <w:pPr>
              <w:cnfStyle w:val="000000000000" w:firstRow="0" w:lastRow="0" w:firstColumn="0" w:lastColumn="0" w:oddVBand="0" w:evenVBand="0" w:oddHBand="0" w:evenHBand="0" w:firstRowFirstColumn="0" w:firstRowLastColumn="0" w:lastRowFirstColumn="0" w:lastRowLastColumn="0"/>
              <w:rPr>
                <w:highlight w:val="green"/>
              </w:rPr>
            </w:pPr>
            <w:r w:rsidRPr="007D565B">
              <w:t>+420 725 963 524</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109ABFBA" w:rsidR="007742FA" w:rsidRPr="00DC37EC" w:rsidRDefault="0031578F"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D565B">
              <w:t>Mgr. Vojtěch Bušek</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36074D5A" w:rsidR="007742FA" w:rsidRPr="00DC37EC" w:rsidRDefault="0031578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565B">
              <w:t xml:space="preserve">Pod </w:t>
            </w:r>
            <w:proofErr w:type="spellStart"/>
            <w:r w:rsidRPr="007D565B">
              <w:t>Rafandou</w:t>
            </w:r>
            <w:proofErr w:type="spellEnd"/>
            <w:r w:rsidRPr="007D565B">
              <w:t xml:space="preserve"> 882, Veselí nad Lužnicí 391 81</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3F89300F" w:rsidR="007742FA" w:rsidRPr="00DC37EC" w:rsidRDefault="0031578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t>busekv</w:t>
            </w:r>
            <w:r w:rsidRPr="002C6DBD">
              <w:t>@spravazeleznic.cz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3D52F320" w:rsidR="007742FA" w:rsidRPr="00DC37EC" w:rsidRDefault="0031578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565B">
              <w:t>607 183 041</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6293DB00" w:rsidR="00C717BC" w:rsidRPr="00DC37EC" w:rsidRDefault="0031578F"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D565B">
              <w:t>Ing. Ludvíka Neumannová</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11695C98" w:rsidR="00C717BC" w:rsidRPr="00DC37EC" w:rsidRDefault="0031578F"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565B">
              <w:t>Václavkova 169/1</w:t>
            </w:r>
            <w:r>
              <w:t xml:space="preserve">, </w:t>
            </w:r>
            <w:r w:rsidRPr="007D565B">
              <w:t>160 00, Praha 6 - Dejvice</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453CD968" w:rsidR="00C717BC" w:rsidRPr="00DC37EC" w:rsidRDefault="0031578F"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565B">
              <w:t>NeumannovaL@spravazeleznic.cz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35898BFD" w:rsidR="00C717BC" w:rsidRPr="00DC37EC" w:rsidRDefault="0031578F"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565B">
              <w:rPr>
                <w:sz w:val="20"/>
                <w:szCs w:val="20"/>
              </w:rPr>
              <w:t>+</w:t>
            </w:r>
            <w:r w:rsidRPr="0031578F">
              <w:t>420 725 523 268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31578F">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31578F">
        <w:rPr>
          <w:sz w:val="18"/>
          <w:szCs w:val="18"/>
        </w:rPr>
        <w:t>Specialista (vedoucí prací) na sdělovací</w:t>
      </w:r>
      <w:r w:rsidR="00A349C6" w:rsidRPr="0031578F">
        <w:rPr>
          <w:sz w:val="18"/>
          <w:szCs w:val="18"/>
        </w:rPr>
        <w:t xml:space="preserve"> a </w:t>
      </w:r>
      <w:r w:rsidRPr="0031578F">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31578F">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31578F">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3E2DBC40"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D636FD">
              <w:t xml:space="preserve">Minimálně </w:t>
            </w:r>
            <w:r w:rsidR="00D636FD" w:rsidRPr="00D636FD">
              <w:t>60</w:t>
            </w:r>
            <w:r w:rsidRPr="00D636FD">
              <w:t xml:space="preserve"> mil. Kč na jednu pojistnou událost</w:t>
            </w:r>
            <w:r w:rsidR="00A349C6" w:rsidRPr="00D636FD">
              <w:t xml:space="preserve"> a </w:t>
            </w:r>
            <w:r w:rsidR="00D636FD" w:rsidRPr="00D636FD">
              <w:t>13</w:t>
            </w:r>
            <w:r w:rsidR="00CB6C59" w:rsidRPr="00D636FD">
              <w:t>0</w:t>
            </w:r>
            <w:r w:rsidRPr="00D636FD">
              <w:t xml:space="preserve"> mil. Kč</w:t>
            </w:r>
            <w:r w:rsidR="00A349C6" w:rsidRPr="00D636FD">
              <w:t xml:space="preserve"> v </w:t>
            </w:r>
            <w:r w:rsidRPr="00D636FD">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040096">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040096">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040096">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040096">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040096">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040096">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040096">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040096">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040096">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040096">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040096">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040096">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040096">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040096">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040096">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040096">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040096">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040096">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040096">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040096">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040096">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040096">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040096">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040096">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040096">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040096">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040096">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040096">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040096">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040096">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040096">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040096">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040096">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040096">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040096">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040096">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040096">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040096">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040096">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040096">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040096">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040096">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040096">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040096">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040096">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040096">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040096">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040096">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040096">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040096">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040096">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040096">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040096">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040096">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040096">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3D683" w14:textId="77777777" w:rsidR="00A37A77" w:rsidRDefault="00A37A77" w:rsidP="00962258">
      <w:pPr>
        <w:spacing w:after="0" w:line="240" w:lineRule="auto"/>
      </w:pPr>
      <w:r>
        <w:separator/>
      </w:r>
    </w:p>
  </w:endnote>
  <w:endnote w:type="continuationSeparator" w:id="0">
    <w:p w14:paraId="2612929D" w14:textId="77777777" w:rsidR="00A37A77" w:rsidRDefault="00A37A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096" w:rsidRPr="003462EB" w14:paraId="4104960C" w14:textId="77777777" w:rsidTr="00F13FDA">
      <w:tc>
        <w:tcPr>
          <w:tcW w:w="1021" w:type="dxa"/>
          <w:vAlign w:val="bottom"/>
        </w:tcPr>
        <w:p w14:paraId="6ABBE6D0" w14:textId="7F2A49B9" w:rsidR="00040096" w:rsidRPr="00B8518B" w:rsidRDefault="0004009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2315">
            <w:rPr>
              <w:rStyle w:val="slostrnky"/>
              <w:noProof/>
            </w:rPr>
            <w:t>35</w:t>
          </w:r>
          <w:r w:rsidRPr="00B8518B">
            <w:rPr>
              <w:rStyle w:val="slostrnky"/>
            </w:rPr>
            <w:fldChar w:fldCharType="end"/>
          </w:r>
        </w:p>
      </w:tc>
      <w:tc>
        <w:tcPr>
          <w:tcW w:w="0" w:type="auto"/>
          <w:vAlign w:val="bottom"/>
        </w:tcPr>
        <w:p w14:paraId="45929B6B" w14:textId="77777777" w:rsidR="00040096" w:rsidRDefault="00040096" w:rsidP="00F13FDA">
          <w:pPr>
            <w:pStyle w:val="Zpatvlevo"/>
          </w:pPr>
          <w:r w:rsidRPr="00B41CFD">
            <w:t>Smlouva o dílo</w:t>
          </w:r>
        </w:p>
        <w:p w14:paraId="24613A41" w14:textId="77777777" w:rsidR="00040096" w:rsidRPr="003462EB" w:rsidRDefault="00040096" w:rsidP="00B63BD1">
          <w:pPr>
            <w:pStyle w:val="Zpatvlevo"/>
          </w:pPr>
          <w:r>
            <w:t>Z</w:t>
          </w:r>
          <w:r w:rsidRPr="00B63BD1">
            <w:t>hotovení Projektové dokumentace a stavby</w:t>
          </w:r>
        </w:p>
      </w:tc>
    </w:tr>
  </w:tbl>
  <w:p w14:paraId="67FD1A4E" w14:textId="77777777" w:rsidR="00040096" w:rsidRPr="00F13FDA" w:rsidRDefault="0004009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096" w:rsidRPr="003462EB" w14:paraId="4820A0B9" w14:textId="77777777" w:rsidTr="00F13FDA">
      <w:tc>
        <w:tcPr>
          <w:tcW w:w="1021" w:type="dxa"/>
          <w:vAlign w:val="bottom"/>
        </w:tcPr>
        <w:p w14:paraId="19D7CA9E" w14:textId="77777777" w:rsidR="00040096" w:rsidRPr="00B8518B" w:rsidRDefault="00040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040096" w:rsidRPr="00DD4862" w:rsidRDefault="00040096" w:rsidP="00F13FDA">
          <w:pPr>
            <w:pStyle w:val="Zpatvlevo"/>
            <w:rPr>
              <w:b/>
            </w:rPr>
          </w:pPr>
          <w:r>
            <w:rPr>
              <w:b/>
            </w:rPr>
            <w:t>Příloha č. 5</w:t>
          </w:r>
        </w:p>
        <w:p w14:paraId="313CFA21" w14:textId="77777777" w:rsidR="00040096" w:rsidRDefault="00040096" w:rsidP="00F13FDA">
          <w:pPr>
            <w:pStyle w:val="Zpatvlevo"/>
          </w:pPr>
          <w:r w:rsidRPr="00B41CFD">
            <w:t>Smlouva o dílo</w:t>
          </w:r>
        </w:p>
        <w:p w14:paraId="0B549D3B" w14:textId="77777777" w:rsidR="00040096" w:rsidRPr="003462EB" w:rsidRDefault="00040096" w:rsidP="00F13FDA">
          <w:pPr>
            <w:pStyle w:val="Zpatvlevo"/>
          </w:pPr>
          <w:r>
            <w:t>Z</w:t>
          </w:r>
          <w:r w:rsidRPr="00B63BD1">
            <w:t>hotovení Projektové dokumentace a stavby</w:t>
          </w:r>
        </w:p>
      </w:tc>
    </w:tr>
  </w:tbl>
  <w:p w14:paraId="26C2AD34" w14:textId="77777777" w:rsidR="00040096" w:rsidRPr="00F13FDA" w:rsidRDefault="0004009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096" w:rsidRPr="009E09BE" w14:paraId="3B39B85F" w14:textId="77777777" w:rsidTr="00934B6B">
      <w:tc>
        <w:tcPr>
          <w:tcW w:w="0" w:type="auto"/>
          <w:tcMar>
            <w:left w:w="0" w:type="dxa"/>
            <w:right w:w="0" w:type="dxa"/>
          </w:tcMar>
          <w:vAlign w:val="bottom"/>
        </w:tcPr>
        <w:p w14:paraId="3B62B9D3" w14:textId="77777777" w:rsidR="00040096" w:rsidRPr="00DD4862" w:rsidRDefault="00040096" w:rsidP="00934B6B">
          <w:pPr>
            <w:pStyle w:val="Zpatvpravo"/>
            <w:rPr>
              <w:b/>
            </w:rPr>
          </w:pPr>
          <w:r w:rsidRPr="00DD4862">
            <w:rPr>
              <w:b/>
            </w:rPr>
            <w:t xml:space="preserve">Příloha č. </w:t>
          </w:r>
          <w:r>
            <w:rPr>
              <w:b/>
            </w:rPr>
            <w:t>5</w:t>
          </w:r>
        </w:p>
        <w:p w14:paraId="557FAB05" w14:textId="77777777" w:rsidR="00040096" w:rsidRPr="003462EB" w:rsidRDefault="00040096" w:rsidP="00934B6B">
          <w:pPr>
            <w:pStyle w:val="Zpatvpravo"/>
          </w:pPr>
          <w:r>
            <w:t>Smlouva o dílo</w:t>
          </w:r>
        </w:p>
        <w:p w14:paraId="1DD0B0B7" w14:textId="77777777" w:rsidR="00040096" w:rsidRPr="003462EB" w:rsidRDefault="00040096"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1D5418EA" w:rsidR="00040096" w:rsidRPr="009E09BE" w:rsidRDefault="0004009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1</w:t>
          </w:r>
          <w:r>
            <w:rPr>
              <w:rStyle w:val="slostrnky"/>
            </w:rPr>
            <w:fldChar w:fldCharType="end"/>
          </w:r>
        </w:p>
      </w:tc>
    </w:tr>
  </w:tbl>
  <w:p w14:paraId="3062E164" w14:textId="77777777" w:rsidR="00040096" w:rsidRPr="00B8518B" w:rsidRDefault="0004009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096" w:rsidRPr="003462EB" w14:paraId="2882275F" w14:textId="77777777" w:rsidTr="00F13FDA">
      <w:tc>
        <w:tcPr>
          <w:tcW w:w="1021" w:type="dxa"/>
          <w:vAlign w:val="bottom"/>
        </w:tcPr>
        <w:p w14:paraId="5C8D9169" w14:textId="29852CDD" w:rsidR="00040096" w:rsidRPr="00B8518B" w:rsidRDefault="00040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E2315">
            <w:rPr>
              <w:rStyle w:val="slostrnky"/>
              <w:noProof/>
            </w:rPr>
            <w:t>4</w:t>
          </w:r>
          <w:r>
            <w:rPr>
              <w:rStyle w:val="slostrnky"/>
            </w:rPr>
            <w:fldChar w:fldCharType="end"/>
          </w:r>
        </w:p>
      </w:tc>
      <w:tc>
        <w:tcPr>
          <w:tcW w:w="0" w:type="auto"/>
          <w:vAlign w:val="bottom"/>
        </w:tcPr>
        <w:p w14:paraId="3E105F62" w14:textId="77777777" w:rsidR="00040096" w:rsidRPr="00DD4862" w:rsidRDefault="00040096" w:rsidP="00F13FDA">
          <w:pPr>
            <w:pStyle w:val="Zpatvlevo"/>
            <w:rPr>
              <w:b/>
            </w:rPr>
          </w:pPr>
          <w:r>
            <w:rPr>
              <w:b/>
            </w:rPr>
            <w:t>Příloha č. 6</w:t>
          </w:r>
        </w:p>
        <w:p w14:paraId="1527FE35" w14:textId="77777777" w:rsidR="00040096" w:rsidRDefault="00040096" w:rsidP="00F13FDA">
          <w:pPr>
            <w:pStyle w:val="Zpatvlevo"/>
          </w:pPr>
          <w:r w:rsidRPr="00B41CFD">
            <w:t>Smlouva o dílo</w:t>
          </w:r>
        </w:p>
        <w:p w14:paraId="3A4FF54C" w14:textId="77777777" w:rsidR="00040096" w:rsidRPr="003462EB" w:rsidRDefault="00040096" w:rsidP="00F13FDA">
          <w:pPr>
            <w:pStyle w:val="Zpatvlevo"/>
          </w:pPr>
          <w:r>
            <w:t>Z</w:t>
          </w:r>
          <w:r w:rsidRPr="00B63BD1">
            <w:t>hotovení Projektové dokumentace a stavby</w:t>
          </w:r>
        </w:p>
      </w:tc>
    </w:tr>
  </w:tbl>
  <w:p w14:paraId="242D3B49" w14:textId="77777777" w:rsidR="00040096" w:rsidRPr="00F13FDA" w:rsidRDefault="0004009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096" w:rsidRPr="009E09BE" w14:paraId="338E7D44" w14:textId="77777777" w:rsidTr="00934B6B">
      <w:tc>
        <w:tcPr>
          <w:tcW w:w="0" w:type="auto"/>
          <w:tcMar>
            <w:left w:w="0" w:type="dxa"/>
            <w:right w:w="0" w:type="dxa"/>
          </w:tcMar>
          <w:vAlign w:val="bottom"/>
        </w:tcPr>
        <w:p w14:paraId="467ACD65" w14:textId="77777777" w:rsidR="00040096" w:rsidRPr="00DD4862" w:rsidRDefault="00040096" w:rsidP="00934B6B">
          <w:pPr>
            <w:pStyle w:val="Zpatvpravo"/>
            <w:rPr>
              <w:b/>
            </w:rPr>
          </w:pPr>
          <w:r w:rsidRPr="00DD4862">
            <w:rPr>
              <w:b/>
            </w:rPr>
            <w:t xml:space="preserve">Příloha č. </w:t>
          </w:r>
          <w:r>
            <w:rPr>
              <w:b/>
            </w:rPr>
            <w:t>6</w:t>
          </w:r>
        </w:p>
        <w:p w14:paraId="702671EE" w14:textId="77777777" w:rsidR="00040096" w:rsidRPr="003462EB" w:rsidRDefault="00040096" w:rsidP="00934B6B">
          <w:pPr>
            <w:pStyle w:val="Zpatvpravo"/>
          </w:pPr>
          <w:r>
            <w:t>Smlouva o dílo</w:t>
          </w:r>
        </w:p>
        <w:p w14:paraId="0DEDBA4A" w14:textId="77777777" w:rsidR="00040096" w:rsidRPr="003462EB" w:rsidRDefault="00040096"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08458C72" w:rsidR="00040096" w:rsidRPr="009E09BE" w:rsidRDefault="0004009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4</w:t>
          </w:r>
          <w:r>
            <w:rPr>
              <w:rStyle w:val="slostrnky"/>
            </w:rPr>
            <w:fldChar w:fldCharType="end"/>
          </w:r>
        </w:p>
      </w:tc>
    </w:tr>
  </w:tbl>
  <w:p w14:paraId="7C686CF2" w14:textId="77777777" w:rsidR="00040096" w:rsidRPr="00B8518B" w:rsidRDefault="0004009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096" w:rsidRPr="003462EB" w14:paraId="67128925" w14:textId="77777777" w:rsidTr="00F13FDA">
      <w:tc>
        <w:tcPr>
          <w:tcW w:w="1021" w:type="dxa"/>
          <w:vAlign w:val="bottom"/>
        </w:tcPr>
        <w:p w14:paraId="0C3A5B7E" w14:textId="77777777" w:rsidR="00040096" w:rsidRPr="00B8518B" w:rsidRDefault="00040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040096" w:rsidRPr="00DD4862" w:rsidRDefault="00040096" w:rsidP="00F13FDA">
          <w:pPr>
            <w:pStyle w:val="Zpatvlevo"/>
            <w:rPr>
              <w:b/>
            </w:rPr>
          </w:pPr>
          <w:r>
            <w:rPr>
              <w:b/>
            </w:rPr>
            <w:t>Příloha č. 7</w:t>
          </w:r>
        </w:p>
        <w:p w14:paraId="3940C1D6" w14:textId="77777777" w:rsidR="00040096" w:rsidRDefault="00040096" w:rsidP="00F13FDA">
          <w:pPr>
            <w:pStyle w:val="Zpatvlevo"/>
          </w:pPr>
          <w:r w:rsidRPr="00B41CFD">
            <w:t>Smlouva o dílo</w:t>
          </w:r>
        </w:p>
        <w:p w14:paraId="04590B48" w14:textId="77777777" w:rsidR="00040096" w:rsidRPr="003462EB" w:rsidRDefault="00040096" w:rsidP="00F13FDA">
          <w:pPr>
            <w:pStyle w:val="Zpatvlevo"/>
          </w:pPr>
          <w:r>
            <w:t>Z</w:t>
          </w:r>
          <w:r w:rsidRPr="00B63BD1">
            <w:t>hotovení Projektové dokumentace a stavby</w:t>
          </w:r>
        </w:p>
      </w:tc>
    </w:tr>
  </w:tbl>
  <w:p w14:paraId="4D242EED" w14:textId="77777777" w:rsidR="00040096" w:rsidRPr="00F13FDA" w:rsidRDefault="0004009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096" w:rsidRPr="009E09BE" w14:paraId="71F39DDC" w14:textId="77777777" w:rsidTr="00934B6B">
      <w:tc>
        <w:tcPr>
          <w:tcW w:w="0" w:type="auto"/>
          <w:tcMar>
            <w:left w:w="0" w:type="dxa"/>
            <w:right w:w="0" w:type="dxa"/>
          </w:tcMar>
          <w:vAlign w:val="bottom"/>
        </w:tcPr>
        <w:p w14:paraId="43368CA0" w14:textId="77777777" w:rsidR="00040096" w:rsidRPr="00DD4862" w:rsidRDefault="00040096" w:rsidP="00934B6B">
          <w:pPr>
            <w:pStyle w:val="Zpatvpravo"/>
            <w:rPr>
              <w:b/>
            </w:rPr>
          </w:pPr>
          <w:r w:rsidRPr="00DD4862">
            <w:rPr>
              <w:b/>
            </w:rPr>
            <w:t xml:space="preserve">Příloha č. </w:t>
          </w:r>
          <w:r>
            <w:rPr>
              <w:b/>
            </w:rPr>
            <w:t>7</w:t>
          </w:r>
        </w:p>
        <w:p w14:paraId="1EBDBB95" w14:textId="77777777" w:rsidR="00040096" w:rsidRPr="003462EB" w:rsidRDefault="00040096" w:rsidP="00934B6B">
          <w:pPr>
            <w:pStyle w:val="Zpatvpravo"/>
          </w:pPr>
          <w:r>
            <w:t>Smlouva o dílo</w:t>
          </w:r>
        </w:p>
        <w:p w14:paraId="6FD202BE" w14:textId="77777777" w:rsidR="00040096" w:rsidRPr="003462EB" w:rsidRDefault="00040096"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7EA00AEB" w:rsidR="00040096" w:rsidRPr="009E09BE" w:rsidRDefault="0004009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1</w:t>
          </w:r>
          <w:r>
            <w:rPr>
              <w:rStyle w:val="slostrnky"/>
            </w:rPr>
            <w:fldChar w:fldCharType="end"/>
          </w:r>
        </w:p>
      </w:tc>
    </w:tr>
  </w:tbl>
  <w:p w14:paraId="29FBE57A" w14:textId="77777777" w:rsidR="00040096" w:rsidRPr="00B8518B" w:rsidRDefault="0004009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096" w:rsidRPr="003462EB" w14:paraId="211901E4" w14:textId="77777777" w:rsidTr="00F13FDA">
      <w:tc>
        <w:tcPr>
          <w:tcW w:w="1021" w:type="dxa"/>
          <w:vAlign w:val="bottom"/>
        </w:tcPr>
        <w:p w14:paraId="78474B11" w14:textId="77777777" w:rsidR="00040096" w:rsidRPr="00B8518B" w:rsidRDefault="00040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040096" w:rsidRPr="00DD4862" w:rsidRDefault="00040096" w:rsidP="00F13FDA">
          <w:pPr>
            <w:pStyle w:val="Zpatvlevo"/>
            <w:rPr>
              <w:b/>
            </w:rPr>
          </w:pPr>
          <w:r>
            <w:rPr>
              <w:b/>
            </w:rPr>
            <w:t>Příloha č. 8</w:t>
          </w:r>
        </w:p>
        <w:p w14:paraId="43DCB144" w14:textId="77777777" w:rsidR="00040096" w:rsidRDefault="00040096" w:rsidP="00F13FDA">
          <w:pPr>
            <w:pStyle w:val="Zpatvlevo"/>
          </w:pPr>
          <w:r w:rsidRPr="00B41CFD">
            <w:t>Smlouva o dílo</w:t>
          </w:r>
        </w:p>
        <w:p w14:paraId="04894497" w14:textId="77777777" w:rsidR="00040096" w:rsidRPr="003462EB" w:rsidRDefault="00040096" w:rsidP="00F13FDA">
          <w:pPr>
            <w:pStyle w:val="Zpatvlevo"/>
          </w:pPr>
          <w:r>
            <w:t>Z</w:t>
          </w:r>
          <w:r w:rsidRPr="00B63BD1">
            <w:t>hotovení Projektové dokumentace a stavby</w:t>
          </w:r>
        </w:p>
      </w:tc>
    </w:tr>
  </w:tbl>
  <w:p w14:paraId="576A41AC" w14:textId="77777777" w:rsidR="00040096" w:rsidRPr="00F13FDA" w:rsidRDefault="0004009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096" w:rsidRPr="009E09BE" w14:paraId="5ACBFFFE" w14:textId="77777777" w:rsidTr="00934B6B">
      <w:tc>
        <w:tcPr>
          <w:tcW w:w="0" w:type="auto"/>
          <w:tcMar>
            <w:left w:w="0" w:type="dxa"/>
            <w:right w:w="0" w:type="dxa"/>
          </w:tcMar>
          <w:vAlign w:val="bottom"/>
        </w:tcPr>
        <w:p w14:paraId="4898DBD2" w14:textId="77777777" w:rsidR="00040096" w:rsidRPr="00DD4862" w:rsidRDefault="00040096" w:rsidP="00934B6B">
          <w:pPr>
            <w:pStyle w:val="Zpatvpravo"/>
            <w:rPr>
              <w:b/>
            </w:rPr>
          </w:pPr>
          <w:r w:rsidRPr="00DD4862">
            <w:rPr>
              <w:b/>
            </w:rPr>
            <w:t xml:space="preserve">Příloha č. </w:t>
          </w:r>
          <w:r>
            <w:rPr>
              <w:b/>
            </w:rPr>
            <w:t>8</w:t>
          </w:r>
        </w:p>
        <w:p w14:paraId="2B35F55C" w14:textId="77777777" w:rsidR="00040096" w:rsidRPr="003462EB" w:rsidRDefault="00040096" w:rsidP="00934B6B">
          <w:pPr>
            <w:pStyle w:val="Zpatvpravo"/>
          </w:pPr>
          <w:r>
            <w:t>Smlouva o dílo</w:t>
          </w:r>
        </w:p>
        <w:p w14:paraId="50129DBE" w14:textId="77777777" w:rsidR="00040096" w:rsidRPr="003462EB" w:rsidRDefault="00040096"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0D7CA129" w:rsidR="00040096" w:rsidRPr="009E09BE" w:rsidRDefault="0004009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1</w:t>
          </w:r>
          <w:r>
            <w:rPr>
              <w:rStyle w:val="slostrnky"/>
            </w:rPr>
            <w:fldChar w:fldCharType="end"/>
          </w:r>
        </w:p>
      </w:tc>
    </w:tr>
  </w:tbl>
  <w:p w14:paraId="5F28876B" w14:textId="77777777" w:rsidR="00040096" w:rsidRPr="00B8518B" w:rsidRDefault="0004009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40096" w:rsidRPr="009E09BE" w14:paraId="6E72BFB4" w14:textId="77777777" w:rsidTr="00904902">
      <w:tc>
        <w:tcPr>
          <w:tcW w:w="0" w:type="auto"/>
          <w:tcMar>
            <w:left w:w="0" w:type="dxa"/>
            <w:right w:w="0" w:type="dxa"/>
          </w:tcMar>
          <w:vAlign w:val="bottom"/>
        </w:tcPr>
        <w:p w14:paraId="13963E55" w14:textId="77777777" w:rsidR="00040096" w:rsidRPr="00DD4862" w:rsidRDefault="00040096" w:rsidP="00DC37EC">
          <w:pPr>
            <w:pStyle w:val="Zpatvpravo"/>
            <w:rPr>
              <w:b/>
            </w:rPr>
          </w:pPr>
          <w:r w:rsidRPr="00DD4862">
            <w:rPr>
              <w:b/>
            </w:rPr>
            <w:t xml:space="preserve">Příloha č. </w:t>
          </w:r>
          <w:r>
            <w:rPr>
              <w:b/>
            </w:rPr>
            <w:t>10</w:t>
          </w:r>
        </w:p>
        <w:p w14:paraId="05E207F7" w14:textId="77777777" w:rsidR="00040096" w:rsidRPr="003462EB" w:rsidRDefault="00040096" w:rsidP="00DC37EC">
          <w:pPr>
            <w:pStyle w:val="Zpatvpravo"/>
          </w:pPr>
          <w:r>
            <w:t>Smlouva o dílo</w:t>
          </w:r>
        </w:p>
        <w:p w14:paraId="4B585457" w14:textId="77777777" w:rsidR="00040096" w:rsidRPr="003462EB" w:rsidRDefault="00040096"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040096" w:rsidRPr="00B8518B" w:rsidRDefault="00040096" w:rsidP="00DC37EC">
          <w:pPr>
            <w:pStyle w:val="Zpatvpravo"/>
            <w:rPr>
              <w:rStyle w:val="slostrnky"/>
            </w:rPr>
          </w:pPr>
        </w:p>
      </w:tc>
      <w:tc>
        <w:tcPr>
          <w:tcW w:w="1021" w:type="dxa"/>
          <w:vAlign w:val="bottom"/>
        </w:tcPr>
        <w:p w14:paraId="541CC307" w14:textId="401252CD" w:rsidR="00040096" w:rsidRPr="009E09BE" w:rsidRDefault="0004009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5</w:t>
          </w:r>
          <w:r>
            <w:rPr>
              <w:rStyle w:val="slostrnky"/>
            </w:rPr>
            <w:fldChar w:fldCharType="end"/>
          </w:r>
        </w:p>
      </w:tc>
    </w:tr>
  </w:tbl>
  <w:p w14:paraId="43314644" w14:textId="77777777" w:rsidR="00040096" w:rsidRPr="00B8518B" w:rsidRDefault="00040096" w:rsidP="00DC37EC">
    <w:pPr>
      <w:pStyle w:val="Zpat"/>
      <w:rPr>
        <w:sz w:val="2"/>
        <w:szCs w:val="2"/>
      </w:rPr>
    </w:pPr>
  </w:p>
  <w:p w14:paraId="54616B81" w14:textId="77777777" w:rsidR="00040096" w:rsidRPr="00DC37EC" w:rsidRDefault="00040096"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40096" w:rsidRPr="009E09BE" w14:paraId="5DFA6D30" w14:textId="77777777" w:rsidTr="00DC37EC">
      <w:tc>
        <w:tcPr>
          <w:tcW w:w="0" w:type="auto"/>
          <w:tcMar>
            <w:left w:w="0" w:type="dxa"/>
            <w:right w:w="0" w:type="dxa"/>
          </w:tcMar>
          <w:vAlign w:val="bottom"/>
        </w:tcPr>
        <w:p w14:paraId="3F33D809" w14:textId="77777777" w:rsidR="00040096" w:rsidRPr="00DD4862" w:rsidRDefault="00040096" w:rsidP="00DC37EC">
          <w:pPr>
            <w:pStyle w:val="Zpatvpravo"/>
            <w:rPr>
              <w:b/>
            </w:rPr>
          </w:pPr>
          <w:r w:rsidRPr="00DD4862">
            <w:rPr>
              <w:b/>
            </w:rPr>
            <w:t xml:space="preserve">Příloha č. </w:t>
          </w:r>
          <w:r>
            <w:rPr>
              <w:b/>
            </w:rPr>
            <w:t>9</w:t>
          </w:r>
        </w:p>
        <w:p w14:paraId="42F3AB09" w14:textId="77777777" w:rsidR="00040096" w:rsidRPr="003462EB" w:rsidRDefault="00040096" w:rsidP="00DC37EC">
          <w:pPr>
            <w:pStyle w:val="Zpatvpravo"/>
          </w:pPr>
          <w:r>
            <w:t>Smlouva o dílo</w:t>
          </w:r>
        </w:p>
        <w:p w14:paraId="18F542FA" w14:textId="77777777" w:rsidR="00040096" w:rsidRPr="003462EB" w:rsidRDefault="00040096"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040096" w:rsidRPr="00B8518B" w:rsidRDefault="00040096" w:rsidP="00DC37EC">
          <w:pPr>
            <w:pStyle w:val="Zpatvpravo"/>
            <w:rPr>
              <w:rStyle w:val="slostrnky"/>
            </w:rPr>
          </w:pPr>
        </w:p>
      </w:tc>
      <w:tc>
        <w:tcPr>
          <w:tcW w:w="1021" w:type="dxa"/>
          <w:vAlign w:val="bottom"/>
        </w:tcPr>
        <w:p w14:paraId="576522F1" w14:textId="4352E7DC" w:rsidR="00040096" w:rsidRPr="009E09BE" w:rsidRDefault="0004009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1</w:t>
          </w:r>
          <w:r>
            <w:rPr>
              <w:rStyle w:val="slostrnky"/>
            </w:rPr>
            <w:fldChar w:fldCharType="end"/>
          </w:r>
        </w:p>
      </w:tc>
    </w:tr>
  </w:tbl>
  <w:p w14:paraId="6B3BAB05" w14:textId="77777777" w:rsidR="00040096" w:rsidRPr="00B8518B" w:rsidRDefault="000400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096" w:rsidRPr="009E09BE" w14:paraId="3081D676" w14:textId="77777777" w:rsidTr="00F13FDA">
      <w:tc>
        <w:tcPr>
          <w:tcW w:w="0" w:type="auto"/>
          <w:tcMar>
            <w:left w:w="0" w:type="dxa"/>
            <w:right w:w="0" w:type="dxa"/>
          </w:tcMar>
          <w:vAlign w:val="bottom"/>
        </w:tcPr>
        <w:p w14:paraId="040E065A" w14:textId="77777777" w:rsidR="00040096" w:rsidRPr="003462EB" w:rsidRDefault="00040096" w:rsidP="00F13FDA">
          <w:pPr>
            <w:pStyle w:val="Zpatvpravo"/>
          </w:pPr>
          <w:r>
            <w:t>Smlouva o dílo</w:t>
          </w:r>
        </w:p>
        <w:p w14:paraId="29166DE8" w14:textId="77777777" w:rsidR="00040096" w:rsidRPr="003462EB" w:rsidRDefault="00040096"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69EB6729" w:rsidR="00040096" w:rsidRPr="009E09BE" w:rsidRDefault="0004009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E2315">
            <w:rPr>
              <w:rStyle w:val="slostrnky"/>
              <w:noProof/>
            </w:rPr>
            <w:t>35</w:t>
          </w:r>
          <w:r w:rsidRPr="00B8518B">
            <w:rPr>
              <w:rStyle w:val="slostrnky"/>
            </w:rPr>
            <w:fldChar w:fldCharType="end"/>
          </w:r>
        </w:p>
      </w:tc>
    </w:tr>
  </w:tbl>
  <w:p w14:paraId="000D3D0B" w14:textId="77777777" w:rsidR="00040096" w:rsidRPr="00B8518B" w:rsidRDefault="0004009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40096" w:rsidRPr="009E09BE" w14:paraId="7A2A32AD" w14:textId="77777777" w:rsidTr="00DC37EC">
      <w:tc>
        <w:tcPr>
          <w:tcW w:w="0" w:type="auto"/>
          <w:tcMar>
            <w:left w:w="0" w:type="dxa"/>
            <w:right w:w="0" w:type="dxa"/>
          </w:tcMar>
          <w:vAlign w:val="bottom"/>
        </w:tcPr>
        <w:p w14:paraId="48AB2DC8" w14:textId="77777777" w:rsidR="00040096" w:rsidRPr="00DD4862" w:rsidRDefault="00040096" w:rsidP="00DC37EC">
          <w:pPr>
            <w:pStyle w:val="Zpatvpravo"/>
            <w:rPr>
              <w:b/>
            </w:rPr>
          </w:pPr>
          <w:r w:rsidRPr="00DD4862">
            <w:rPr>
              <w:b/>
            </w:rPr>
            <w:t xml:space="preserve">Příloha č. </w:t>
          </w:r>
          <w:r>
            <w:rPr>
              <w:b/>
            </w:rPr>
            <w:t>10</w:t>
          </w:r>
        </w:p>
        <w:p w14:paraId="6A081B4F" w14:textId="77777777" w:rsidR="00040096" w:rsidRPr="003462EB" w:rsidRDefault="00040096" w:rsidP="00DC37EC">
          <w:pPr>
            <w:pStyle w:val="Zpatvpravo"/>
          </w:pPr>
          <w:r>
            <w:t>Smlouva o dílo</w:t>
          </w:r>
        </w:p>
        <w:p w14:paraId="540C94BE" w14:textId="77777777" w:rsidR="00040096" w:rsidRPr="003462EB" w:rsidRDefault="00040096"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040096" w:rsidRPr="00B8518B" w:rsidRDefault="00040096" w:rsidP="00DC37EC">
          <w:pPr>
            <w:pStyle w:val="Zpatvpravo"/>
            <w:rPr>
              <w:rStyle w:val="slostrnky"/>
            </w:rPr>
          </w:pPr>
        </w:p>
      </w:tc>
      <w:tc>
        <w:tcPr>
          <w:tcW w:w="1021" w:type="dxa"/>
          <w:vAlign w:val="bottom"/>
        </w:tcPr>
        <w:p w14:paraId="4F9AA148" w14:textId="6191E400" w:rsidR="00040096" w:rsidRPr="009E09BE" w:rsidRDefault="00040096"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5</w:t>
          </w:r>
          <w:r>
            <w:rPr>
              <w:rStyle w:val="slostrnky"/>
            </w:rPr>
            <w:fldChar w:fldCharType="end"/>
          </w:r>
        </w:p>
      </w:tc>
    </w:tr>
  </w:tbl>
  <w:p w14:paraId="3FE720CA" w14:textId="77777777" w:rsidR="00040096" w:rsidRPr="00B8518B" w:rsidRDefault="000400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040096" w:rsidRDefault="00040096" w:rsidP="00BF2895">
    <w:pPr>
      <w:pStyle w:val="Zpat"/>
      <w:rPr>
        <w:sz w:val="2"/>
        <w:szCs w:val="2"/>
      </w:rPr>
    </w:pPr>
  </w:p>
  <w:p w14:paraId="74E51633" w14:textId="77777777" w:rsidR="00040096" w:rsidRPr="001E4BDC" w:rsidRDefault="00040096" w:rsidP="00BF2895">
    <w:pPr>
      <w:pStyle w:val="Zpat"/>
      <w:rPr>
        <w:sz w:val="12"/>
        <w:szCs w:val="12"/>
      </w:rPr>
    </w:pPr>
  </w:p>
  <w:p w14:paraId="1391AB0D" w14:textId="77777777" w:rsidR="00040096" w:rsidRPr="001E4BDC" w:rsidRDefault="00040096"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096" w:rsidRPr="003462EB" w14:paraId="7C5FA12C" w14:textId="77777777" w:rsidTr="00F13FDA">
      <w:tc>
        <w:tcPr>
          <w:tcW w:w="1021" w:type="dxa"/>
          <w:vAlign w:val="bottom"/>
        </w:tcPr>
        <w:p w14:paraId="55E968BB" w14:textId="77777777" w:rsidR="00040096" w:rsidRPr="00B8518B" w:rsidRDefault="00040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040096" w:rsidRPr="00DD4862" w:rsidRDefault="00040096" w:rsidP="00F13FDA">
          <w:pPr>
            <w:pStyle w:val="Zpatvlevo"/>
            <w:rPr>
              <w:b/>
            </w:rPr>
          </w:pPr>
          <w:r w:rsidRPr="00DD4862">
            <w:rPr>
              <w:b/>
            </w:rPr>
            <w:t>Příloha č. 1</w:t>
          </w:r>
        </w:p>
        <w:p w14:paraId="6736B376" w14:textId="77777777" w:rsidR="00040096" w:rsidRDefault="00040096" w:rsidP="00F13FDA">
          <w:pPr>
            <w:pStyle w:val="Zpatvlevo"/>
          </w:pPr>
          <w:r w:rsidRPr="00B41CFD">
            <w:t>Smlouva o dílo</w:t>
          </w:r>
        </w:p>
        <w:p w14:paraId="388FB6AB" w14:textId="77777777" w:rsidR="00040096" w:rsidRPr="003462EB" w:rsidRDefault="00040096" w:rsidP="00F13FDA">
          <w:pPr>
            <w:pStyle w:val="Zpatvlevo"/>
          </w:pPr>
          <w:r>
            <w:t>Z</w:t>
          </w:r>
          <w:r w:rsidRPr="00B63BD1">
            <w:t>hotovení Projektové dokumentace a stavby</w:t>
          </w:r>
        </w:p>
      </w:tc>
    </w:tr>
  </w:tbl>
  <w:p w14:paraId="7BB71A21" w14:textId="77777777" w:rsidR="00040096" w:rsidRPr="00F13FDA" w:rsidRDefault="0004009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040096" w:rsidRDefault="0004009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096" w:rsidRPr="009E09BE" w14:paraId="65045254" w14:textId="77777777" w:rsidTr="00934B6B">
      <w:tc>
        <w:tcPr>
          <w:tcW w:w="0" w:type="auto"/>
          <w:tcMar>
            <w:left w:w="0" w:type="dxa"/>
            <w:right w:w="0" w:type="dxa"/>
          </w:tcMar>
          <w:vAlign w:val="bottom"/>
        </w:tcPr>
        <w:p w14:paraId="47D41CAE" w14:textId="77777777" w:rsidR="00040096" w:rsidRPr="00DD4862" w:rsidRDefault="00040096" w:rsidP="00934B6B">
          <w:pPr>
            <w:pStyle w:val="Zpatvpravo"/>
            <w:rPr>
              <w:b/>
            </w:rPr>
          </w:pPr>
          <w:r w:rsidRPr="00DD4862">
            <w:rPr>
              <w:b/>
            </w:rPr>
            <w:t>Příloha č. 1</w:t>
          </w:r>
        </w:p>
        <w:p w14:paraId="2F5D2B55" w14:textId="77777777" w:rsidR="00040096" w:rsidRPr="003462EB" w:rsidRDefault="00040096" w:rsidP="00934B6B">
          <w:pPr>
            <w:pStyle w:val="Zpatvpravo"/>
          </w:pPr>
          <w:r>
            <w:t>Smlouva o dílo</w:t>
          </w:r>
        </w:p>
        <w:p w14:paraId="245439D7" w14:textId="77777777" w:rsidR="00040096" w:rsidRPr="003462EB" w:rsidRDefault="00040096"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4440C99E" w:rsidR="00040096" w:rsidRPr="009E09BE" w:rsidRDefault="0004009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1</w:t>
          </w:r>
          <w:r>
            <w:rPr>
              <w:rStyle w:val="slostrnky"/>
            </w:rPr>
            <w:fldChar w:fldCharType="end"/>
          </w:r>
        </w:p>
      </w:tc>
    </w:tr>
  </w:tbl>
  <w:p w14:paraId="71D74358" w14:textId="77777777" w:rsidR="00040096" w:rsidRPr="00B8518B" w:rsidRDefault="0004009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096" w:rsidRPr="003462EB" w14:paraId="4FFB77B4" w14:textId="77777777" w:rsidTr="00F13FDA">
      <w:tc>
        <w:tcPr>
          <w:tcW w:w="1021" w:type="dxa"/>
          <w:vAlign w:val="bottom"/>
        </w:tcPr>
        <w:p w14:paraId="2257580E" w14:textId="77777777" w:rsidR="00040096" w:rsidRPr="00B8518B" w:rsidRDefault="00040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040096" w:rsidRPr="00DD4862" w:rsidRDefault="00040096" w:rsidP="00F13FDA">
          <w:pPr>
            <w:pStyle w:val="Zpatvlevo"/>
            <w:rPr>
              <w:b/>
            </w:rPr>
          </w:pPr>
          <w:r>
            <w:rPr>
              <w:b/>
            </w:rPr>
            <w:t>Příloha č. 2</w:t>
          </w:r>
        </w:p>
        <w:p w14:paraId="3D846C68" w14:textId="77777777" w:rsidR="00040096" w:rsidRDefault="00040096" w:rsidP="00F13FDA">
          <w:pPr>
            <w:pStyle w:val="Zpatvlevo"/>
          </w:pPr>
          <w:r w:rsidRPr="00B41CFD">
            <w:t>Smlouva o dílo</w:t>
          </w:r>
        </w:p>
        <w:p w14:paraId="1C3FA075" w14:textId="77777777" w:rsidR="00040096" w:rsidRPr="003462EB" w:rsidRDefault="00040096" w:rsidP="00F13FDA">
          <w:pPr>
            <w:pStyle w:val="Zpatvlevo"/>
          </w:pPr>
          <w:r>
            <w:t>Z</w:t>
          </w:r>
          <w:r w:rsidRPr="00B63BD1">
            <w:t>hotovení Projektové dokumentace a stavby</w:t>
          </w:r>
        </w:p>
      </w:tc>
    </w:tr>
  </w:tbl>
  <w:p w14:paraId="7D2C0E00" w14:textId="77777777" w:rsidR="00040096" w:rsidRPr="00F13FDA" w:rsidRDefault="0004009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096" w:rsidRPr="009E09BE" w14:paraId="2EB9F2EA" w14:textId="77777777" w:rsidTr="00934B6B">
      <w:tc>
        <w:tcPr>
          <w:tcW w:w="0" w:type="auto"/>
          <w:tcMar>
            <w:left w:w="0" w:type="dxa"/>
            <w:right w:w="0" w:type="dxa"/>
          </w:tcMar>
          <w:vAlign w:val="bottom"/>
        </w:tcPr>
        <w:p w14:paraId="1E1F0A9A" w14:textId="77777777" w:rsidR="00040096" w:rsidRPr="00DD4862" w:rsidRDefault="00040096" w:rsidP="00934B6B">
          <w:pPr>
            <w:pStyle w:val="Zpatvpravo"/>
            <w:rPr>
              <w:b/>
            </w:rPr>
          </w:pPr>
          <w:r w:rsidRPr="00DD4862">
            <w:rPr>
              <w:b/>
            </w:rPr>
            <w:t>Příloha č. 2</w:t>
          </w:r>
        </w:p>
        <w:p w14:paraId="27E68A04" w14:textId="77777777" w:rsidR="00040096" w:rsidRPr="003462EB" w:rsidRDefault="00040096" w:rsidP="00934B6B">
          <w:pPr>
            <w:pStyle w:val="Zpatvpravo"/>
          </w:pPr>
          <w:r>
            <w:t>Smlouva o dílo</w:t>
          </w:r>
        </w:p>
        <w:p w14:paraId="52498DA6" w14:textId="77777777" w:rsidR="00040096" w:rsidRPr="003462EB" w:rsidRDefault="00040096"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6261F519" w:rsidR="00040096" w:rsidRPr="009E09BE" w:rsidRDefault="0004009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1</w:t>
          </w:r>
          <w:r>
            <w:rPr>
              <w:rStyle w:val="slostrnky"/>
            </w:rPr>
            <w:fldChar w:fldCharType="end"/>
          </w:r>
        </w:p>
      </w:tc>
    </w:tr>
  </w:tbl>
  <w:p w14:paraId="2EA8C976" w14:textId="77777777" w:rsidR="00040096" w:rsidRPr="00B8518B" w:rsidRDefault="0004009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0096" w:rsidRPr="003462EB" w14:paraId="091847A1" w14:textId="77777777" w:rsidTr="00F13FDA">
      <w:tc>
        <w:tcPr>
          <w:tcW w:w="1021" w:type="dxa"/>
          <w:vAlign w:val="bottom"/>
        </w:tcPr>
        <w:p w14:paraId="15ED82C6" w14:textId="28B8E662" w:rsidR="00040096" w:rsidRPr="00B8518B" w:rsidRDefault="00040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E2315">
            <w:rPr>
              <w:rStyle w:val="slostrnky"/>
              <w:noProof/>
            </w:rPr>
            <w:t>3</w:t>
          </w:r>
          <w:r>
            <w:rPr>
              <w:rStyle w:val="slostrnky"/>
            </w:rPr>
            <w:fldChar w:fldCharType="end"/>
          </w:r>
        </w:p>
      </w:tc>
      <w:tc>
        <w:tcPr>
          <w:tcW w:w="0" w:type="auto"/>
          <w:vAlign w:val="bottom"/>
        </w:tcPr>
        <w:p w14:paraId="53BEA41F" w14:textId="77777777" w:rsidR="00040096" w:rsidRPr="00DD4862" w:rsidRDefault="00040096" w:rsidP="00F13FDA">
          <w:pPr>
            <w:pStyle w:val="Zpatvlevo"/>
            <w:rPr>
              <w:b/>
            </w:rPr>
          </w:pPr>
          <w:r>
            <w:rPr>
              <w:b/>
            </w:rPr>
            <w:t>Příloha č. 4</w:t>
          </w:r>
        </w:p>
        <w:p w14:paraId="53AB09F5" w14:textId="77777777" w:rsidR="00040096" w:rsidRDefault="00040096" w:rsidP="00F13FDA">
          <w:pPr>
            <w:pStyle w:val="Zpatvlevo"/>
          </w:pPr>
          <w:r w:rsidRPr="00B41CFD">
            <w:t>Smlouva o dílo</w:t>
          </w:r>
        </w:p>
        <w:p w14:paraId="63A9EDE5" w14:textId="77777777" w:rsidR="00040096" w:rsidRPr="003462EB" w:rsidRDefault="00040096" w:rsidP="00F13FDA">
          <w:pPr>
            <w:pStyle w:val="Zpatvlevo"/>
          </w:pPr>
          <w:r>
            <w:t>Z</w:t>
          </w:r>
          <w:r w:rsidRPr="00B63BD1">
            <w:t>hotovení Projektové dokumentace a stavby</w:t>
          </w:r>
        </w:p>
      </w:tc>
    </w:tr>
  </w:tbl>
  <w:p w14:paraId="0380B260" w14:textId="77777777" w:rsidR="00040096" w:rsidRPr="00F13FDA" w:rsidRDefault="0004009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0096" w:rsidRPr="009E09BE" w14:paraId="74DCA671" w14:textId="77777777" w:rsidTr="00934B6B">
      <w:tc>
        <w:tcPr>
          <w:tcW w:w="0" w:type="auto"/>
          <w:tcMar>
            <w:left w:w="0" w:type="dxa"/>
            <w:right w:w="0" w:type="dxa"/>
          </w:tcMar>
          <w:vAlign w:val="bottom"/>
        </w:tcPr>
        <w:p w14:paraId="09B3D97E" w14:textId="3DBB4BA4" w:rsidR="00040096" w:rsidRPr="00DD4862" w:rsidRDefault="00040096" w:rsidP="00934B6B">
          <w:pPr>
            <w:pStyle w:val="Zpatvpravo"/>
            <w:rPr>
              <w:b/>
            </w:rPr>
          </w:pPr>
          <w:r w:rsidRPr="00DD4862">
            <w:rPr>
              <w:b/>
            </w:rPr>
            <w:t xml:space="preserve">Příloha č. </w:t>
          </w:r>
          <w:r>
            <w:rPr>
              <w:b/>
            </w:rPr>
            <w:t>3</w:t>
          </w:r>
        </w:p>
        <w:p w14:paraId="53AB72F1" w14:textId="77777777" w:rsidR="00040096" w:rsidRPr="003462EB" w:rsidRDefault="00040096" w:rsidP="00934B6B">
          <w:pPr>
            <w:pStyle w:val="Zpatvpravo"/>
          </w:pPr>
          <w:r>
            <w:t>Smlouva o dílo</w:t>
          </w:r>
        </w:p>
        <w:p w14:paraId="73655BEB" w14:textId="77777777" w:rsidR="00040096" w:rsidRPr="003462EB" w:rsidRDefault="00040096"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3D79440E" w:rsidR="00040096" w:rsidRPr="009E09BE" w:rsidRDefault="00040096"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E231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2315">
            <w:rPr>
              <w:rStyle w:val="slostrnky"/>
              <w:noProof/>
            </w:rPr>
            <w:t>3</w:t>
          </w:r>
          <w:r>
            <w:rPr>
              <w:rStyle w:val="slostrnky"/>
            </w:rPr>
            <w:fldChar w:fldCharType="end"/>
          </w:r>
        </w:p>
      </w:tc>
    </w:tr>
  </w:tbl>
  <w:p w14:paraId="4FEA439F" w14:textId="77777777" w:rsidR="00040096" w:rsidRPr="00B8518B" w:rsidRDefault="000400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9A961" w14:textId="77777777" w:rsidR="00A37A77" w:rsidRDefault="00A37A77" w:rsidP="00962258">
      <w:pPr>
        <w:spacing w:after="0" w:line="240" w:lineRule="auto"/>
      </w:pPr>
      <w:r>
        <w:separator/>
      </w:r>
    </w:p>
  </w:footnote>
  <w:footnote w:type="continuationSeparator" w:id="0">
    <w:p w14:paraId="16DAB648" w14:textId="77777777" w:rsidR="00A37A77" w:rsidRDefault="00A37A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040096" w:rsidRDefault="00040096">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040096" w:rsidRPr="00D6163D" w:rsidRDefault="000400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040096" w:rsidRDefault="000400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0096" w14:paraId="33B1CA3F" w14:textId="77777777" w:rsidTr="00B22106">
      <w:trPr>
        <w:trHeight w:hRule="exact" w:val="936"/>
      </w:trPr>
      <w:tc>
        <w:tcPr>
          <w:tcW w:w="1361" w:type="dxa"/>
          <w:tcMar>
            <w:left w:w="0" w:type="dxa"/>
            <w:right w:w="0" w:type="dxa"/>
          </w:tcMar>
        </w:tcPr>
        <w:p w14:paraId="66045617" w14:textId="77777777" w:rsidR="00040096" w:rsidRPr="00B8518B" w:rsidRDefault="00040096" w:rsidP="00FC6389">
          <w:pPr>
            <w:pStyle w:val="Zpat"/>
            <w:rPr>
              <w:rStyle w:val="slostrnky"/>
            </w:rPr>
          </w:pPr>
        </w:p>
      </w:tc>
      <w:tc>
        <w:tcPr>
          <w:tcW w:w="3458" w:type="dxa"/>
          <w:shd w:val="clear" w:color="auto" w:fill="auto"/>
          <w:tcMar>
            <w:left w:w="0" w:type="dxa"/>
            <w:right w:w="0" w:type="dxa"/>
          </w:tcMar>
        </w:tcPr>
        <w:p w14:paraId="4F67A8A2" w14:textId="77777777" w:rsidR="00040096" w:rsidRDefault="00040096"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040096" w:rsidRPr="00D6163D" w:rsidRDefault="00040096" w:rsidP="00FC6389">
          <w:pPr>
            <w:pStyle w:val="Druhdokumentu"/>
          </w:pPr>
        </w:p>
      </w:tc>
    </w:tr>
    <w:tr w:rsidR="00040096" w14:paraId="30C68527" w14:textId="77777777" w:rsidTr="00B22106">
      <w:trPr>
        <w:trHeight w:hRule="exact" w:val="936"/>
      </w:trPr>
      <w:tc>
        <w:tcPr>
          <w:tcW w:w="1361" w:type="dxa"/>
          <w:tcMar>
            <w:left w:w="0" w:type="dxa"/>
            <w:right w:w="0" w:type="dxa"/>
          </w:tcMar>
        </w:tcPr>
        <w:p w14:paraId="46A8AA7A" w14:textId="77777777" w:rsidR="00040096" w:rsidRPr="00B8518B" w:rsidRDefault="00040096" w:rsidP="00FC6389">
          <w:pPr>
            <w:pStyle w:val="Zpat"/>
            <w:rPr>
              <w:rStyle w:val="slostrnky"/>
            </w:rPr>
          </w:pPr>
        </w:p>
      </w:tc>
      <w:tc>
        <w:tcPr>
          <w:tcW w:w="3458" w:type="dxa"/>
          <w:shd w:val="clear" w:color="auto" w:fill="auto"/>
          <w:tcMar>
            <w:left w:w="0" w:type="dxa"/>
            <w:right w:w="0" w:type="dxa"/>
          </w:tcMar>
        </w:tcPr>
        <w:p w14:paraId="4FA0F11F" w14:textId="77777777" w:rsidR="00040096" w:rsidRDefault="00040096" w:rsidP="00FC6389">
          <w:pPr>
            <w:pStyle w:val="Zpat"/>
          </w:pPr>
        </w:p>
      </w:tc>
      <w:tc>
        <w:tcPr>
          <w:tcW w:w="5756" w:type="dxa"/>
          <w:shd w:val="clear" w:color="auto" w:fill="auto"/>
          <w:tcMar>
            <w:left w:w="0" w:type="dxa"/>
            <w:right w:w="0" w:type="dxa"/>
          </w:tcMar>
        </w:tcPr>
        <w:p w14:paraId="6C4F1431" w14:textId="77777777" w:rsidR="00040096" w:rsidRPr="00D6163D" w:rsidRDefault="00040096" w:rsidP="00FC6389">
          <w:pPr>
            <w:pStyle w:val="Druhdokumentu"/>
          </w:pPr>
        </w:p>
      </w:tc>
    </w:tr>
  </w:tbl>
  <w:p w14:paraId="4AEEEBA1" w14:textId="77777777" w:rsidR="00040096" w:rsidRPr="00D6163D" w:rsidRDefault="00040096" w:rsidP="00FC6389">
    <w:pPr>
      <w:pStyle w:val="Zhlav"/>
      <w:rPr>
        <w:sz w:val="8"/>
        <w:szCs w:val="8"/>
      </w:rPr>
    </w:pPr>
  </w:p>
  <w:p w14:paraId="4AD25DBF" w14:textId="77777777" w:rsidR="00040096" w:rsidRPr="00460660" w:rsidRDefault="00040096">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040096" w:rsidRPr="00D6163D" w:rsidRDefault="000400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040096" w:rsidRPr="00D6163D" w:rsidRDefault="0004009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040096" w:rsidRPr="00D6163D" w:rsidRDefault="0004009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040096" w:rsidRPr="00D6163D" w:rsidRDefault="0004009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040096" w:rsidRPr="00D6163D" w:rsidRDefault="0004009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040096" w:rsidRPr="00D6163D" w:rsidRDefault="0004009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 w:numId="35">
    <w:abstractNumId w:val="0"/>
  </w:num>
  <w:num w:numId="3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0096"/>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2359A"/>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D49BE"/>
    <w:rsid w:val="001E0B40"/>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1578F"/>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2315"/>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267D"/>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573F3"/>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C75DE"/>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734C4"/>
    <w:rsid w:val="00883098"/>
    <w:rsid w:val="008833B9"/>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37A77"/>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636F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2F29E67-DF20-4623-A79B-74DCA2E8E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1</Pages>
  <Words>6162</Words>
  <Characters>36360</Characters>
  <Application>Microsoft Office Word</Application>
  <DocSecurity>0</DocSecurity>
  <Lines>303</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7</cp:revision>
  <cp:lastPrinted>2021-02-10T16:02:00Z</cp:lastPrinted>
  <dcterms:created xsi:type="dcterms:W3CDTF">2021-02-03T22:29:00Z</dcterms:created>
  <dcterms:modified xsi:type="dcterms:W3CDTF">2021-02-10T16:02:00Z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